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5633E0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</w:t>
            </w:r>
            <w:r w:rsidR="005633E0">
              <w:rPr>
                <w:b/>
                <w:bCs/>
                <w:sz w:val="22"/>
                <w:szCs w:val="22"/>
              </w:rPr>
              <w:t>E</w:t>
            </w:r>
            <w:r>
              <w:rPr>
                <w:b/>
                <w:bCs/>
                <w:sz w:val="22"/>
                <w:szCs w:val="22"/>
              </w:rPr>
              <w:t>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D37EF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D37EF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D37EF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D37EF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D37EFE" w:rsidRDefault="00D37EFE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37EFE">
              <w:rPr>
                <w:rFonts w:ascii="Arial" w:hAnsi="Arial" w:cs="Arial"/>
                <w:bCs/>
                <w:color w:val="FF0000"/>
                <w:sz w:val="24"/>
              </w:rPr>
              <w:t>mš obchodní – rekonstrukce silnoproudu a slaboproudu</w:t>
            </w:r>
            <w:r w:rsidR="0040207D">
              <w:rPr>
                <w:rFonts w:ascii="Arial" w:hAnsi="Arial" w:cs="Arial"/>
                <w:bCs/>
                <w:color w:val="FF0000"/>
                <w:sz w:val="24"/>
              </w:rPr>
              <w:t xml:space="preserve"> – I. etapa</w:t>
            </w:r>
            <w:bookmarkStart w:id="0" w:name="_GoBack"/>
            <w:bookmarkEnd w:id="0"/>
          </w:p>
        </w:tc>
      </w:tr>
      <w:tr w:rsidR="00F928D8" w:rsidRPr="003D1519" w:rsidTr="00D37EF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D37EFE">
        <w:trPr>
          <w:trHeight w:hRule="exact" w:val="4567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jsem dodavatel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osoba,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předpisu, ani nejsem v obdobné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D37EF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F928D8" w:rsidRPr="003D1519" w:rsidRDefault="00D37EFE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Dodavatel</w:t>
            </w:r>
            <w:r w:rsidR="00F928D8"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D37EF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D37EF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D37EF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D37EF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D37EF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D37EF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D37EFE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D37EFE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14D8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207D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33E0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6E8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12FF5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267B5"/>
    <w:rsid w:val="00D30639"/>
    <w:rsid w:val="00D30F07"/>
    <w:rsid w:val="00D30F13"/>
    <w:rsid w:val="00D3344F"/>
    <w:rsid w:val="00D34EC0"/>
    <w:rsid w:val="00D37EFE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7DA2CA98</Template>
  <TotalTime>4</TotalTime>
  <Pages>1</Pages>
  <Words>324</Words>
  <Characters>1915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5</cp:revision>
  <cp:lastPrinted>2023-01-11T08:03:00Z</cp:lastPrinted>
  <dcterms:created xsi:type="dcterms:W3CDTF">2025-03-04T08:37:00Z</dcterms:created>
  <dcterms:modified xsi:type="dcterms:W3CDTF">2025-04-07T06:09:00Z</dcterms:modified>
</cp:coreProperties>
</file>